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83"/>
        <w:ind w:left="0" w:right="286"/>
        <w:jc w:val="center"/>
      </w:pPr>
      <w:r>
        <w:rPr>
          <w:color w:val="0000FF"/>
          <w:spacing w:val="2"/>
        </w:rPr>
        <w:t>erx.INBOUND_NCPDP_MSG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69"/>
        <w:ind w:right="935" w:hanging="480"/>
        <w:jc w:val="left"/>
      </w:pPr>
      <w:r>
        <w:rPr>
          <w:color w:val="0000FF"/>
        </w:rPr>
        <w:t>P </w:t>
      </w:r>
      <w:r>
        <w:rPr>
          <w:color w:val="0000FF"/>
          <w:spacing w:val="20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</w:r>
      <w:r>
        <w:rPr>
          <w:color w:val="007F00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left="100" w:right="0"/>
        <w:jc w:val="left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24"/>
        <w:ind w:right="713" w:hanging="480"/>
        <w:jc w:val="left"/>
      </w:pPr>
      <w:r>
        <w:rPr/>
        <w:t>F </w:t>
      </w:r>
      <w:r>
        <w:rPr>
          <w:spacing w:val="33"/>
        </w:rPr>
        <w:t> </w:t>
      </w:r>
      <w:r>
        <w:rPr>
          <w:color w:val="FF0000"/>
        </w:rPr>
        <w:t>*  </w:t>
      </w:r>
      <w:r>
        <w:rPr/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2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4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DRUG_CHK_STATUS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1569" w:hanging="480"/>
        <w:jc w:val="left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315" w:lineRule="exact"/>
        <w:ind w:left="44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40" w:right="0"/>
        <w:jc w:val="left"/>
      </w:pPr>
      <w:r>
        <w:rPr>
          <w:w w:val="95"/>
        </w:rPr>
        <w:t>INBOUND_NCPDP_MSG_PK    </w:t>
      </w:r>
      <w:r>
        <w:rPr>
          <w:spacing w:val="9"/>
          <w:w w:val="95"/>
        </w:rPr>
        <w:t> </w:t>
      </w:r>
      <w:r>
        <w:rPr>
          <w:w w:val="95"/>
        </w:rPr>
        <w:t>(INBOUND_NCPDP_MSG_ID)</w:t>
      </w:r>
    </w:p>
    <w:p>
      <w:pPr>
        <w:pStyle w:val="BodyText"/>
        <w:spacing w:line="191" w:lineRule="auto" w:before="109"/>
        <w:ind w:left="440" w:right="333"/>
        <w:jc w:val="left"/>
      </w:pPr>
      <w:r>
        <w:rPr>
          <w:w w:val="95"/>
        </w:rPr>
        <w:t>IB_NCPDP_MSG_PHARMACY_FK   </w:t>
      </w:r>
      <w:r>
        <w:rPr>
          <w:spacing w:val="48"/>
          <w:w w:val="95"/>
        </w:rPr>
        <w:t> </w:t>
      </w:r>
      <w:r>
        <w:rPr>
          <w:w w:val="95"/>
        </w:rPr>
        <w:t>(PHARMACY_ID)</w:t>
      </w:r>
      <w:r>
        <w:rPr>
          <w:spacing w:val="47"/>
          <w:w w:val="99"/>
        </w:rPr>
        <w:t> </w:t>
      </w:r>
      <w:r>
        <w:rPr>
          <w:w w:val="95"/>
        </w:rPr>
        <w:t>IB_NCPDP_MSG_ERX_STATUS_FK1    </w:t>
      </w:r>
      <w:r>
        <w:rPr>
          <w:spacing w:val="23"/>
          <w:w w:val="95"/>
        </w:rPr>
        <w:t> </w:t>
      </w:r>
      <w:r>
        <w:rPr>
          <w:w w:val="95"/>
        </w:rPr>
        <w:t>(PATIENT_CHK_STA</w:t>
      </w:r>
      <w:r>
        <w:rPr>
          <w:spacing w:val="53"/>
          <w:w w:val="99"/>
        </w:rPr>
        <w:t> </w:t>
      </w:r>
      <w:r>
        <w:rPr>
          <w:w w:val="95"/>
        </w:rPr>
        <w:t>IB_NCPDP_MSG_ERX_STATUS_FK3    </w:t>
      </w:r>
      <w:r>
        <w:rPr>
          <w:spacing w:val="20"/>
          <w:w w:val="95"/>
        </w:rPr>
        <w:t> </w:t>
      </w:r>
      <w:r>
        <w:rPr>
          <w:w w:val="95"/>
        </w:rPr>
        <w:t>(PROVIDER_CHK_S</w:t>
      </w:r>
      <w:r>
        <w:rPr>
          <w:spacing w:val="53"/>
          <w:w w:val="99"/>
        </w:rPr>
        <w:t> </w:t>
      </w:r>
      <w:r>
        <w:rPr>
          <w:w w:val="95"/>
        </w:rPr>
        <w:t>IB_NCPDP_MSG_ERX_STATUS_FK    </w:t>
      </w:r>
      <w:r>
        <w:rPr>
          <w:spacing w:val="9"/>
          <w:w w:val="95"/>
        </w:rPr>
        <w:t> </w:t>
      </w:r>
      <w:r>
        <w:rPr>
          <w:w w:val="95"/>
        </w:rPr>
        <w:t>(DRUG_CHK_STATUS</w:t>
      </w:r>
      <w:r>
        <w:rPr>
          <w:spacing w:val="80"/>
          <w:w w:val="99"/>
        </w:rPr>
        <w:t> </w:t>
      </w:r>
      <w:r>
        <w:rPr>
          <w:w w:val="95"/>
        </w:rPr>
        <w:t>IB_NCPDP_MSG_ERX_STATUS_FK2    </w:t>
      </w:r>
      <w:r>
        <w:rPr>
          <w:spacing w:val="23"/>
          <w:w w:val="95"/>
        </w:rPr>
        <w:t> </w:t>
      </w:r>
      <w:r>
        <w:rPr>
          <w:w w:val="95"/>
        </w:rPr>
        <w:t>(MESSAGE_STATUS</w:t>
      </w:r>
      <w:r>
        <w:rPr>
          <w:spacing w:val="53"/>
          <w:w w:val="99"/>
        </w:rPr>
        <w:t> </w:t>
      </w:r>
      <w:r>
        <w:rPr>
          <w:w w:val="95"/>
        </w:rPr>
        <w:t>IB_NCPDP_MSG_ERX_STATUS_FKV1    </w:t>
      </w:r>
      <w:r>
        <w:rPr>
          <w:spacing w:val="22"/>
          <w:w w:val="95"/>
        </w:rPr>
        <w:t> </w:t>
      </w:r>
      <w:r>
        <w:rPr>
          <w:w w:val="95"/>
        </w:rPr>
        <w:t>(PATIENT_CHK_ST</w:t>
      </w:r>
      <w:r>
        <w:rPr>
          <w:spacing w:val="55"/>
          <w:w w:val="99"/>
        </w:rPr>
        <w:t> </w:t>
      </w:r>
      <w:r>
        <w:rPr>
          <w:w w:val="95"/>
        </w:rPr>
        <w:t>IB_NCPDP_MSG_ERX_STATUS_FKV2    </w:t>
      </w:r>
      <w:r>
        <w:rPr>
          <w:spacing w:val="22"/>
          <w:w w:val="95"/>
        </w:rPr>
        <w:t> </w:t>
      </w:r>
      <w:r>
        <w:rPr>
          <w:w w:val="95"/>
        </w:rPr>
        <w:t>(MESSAGE_STATU</w:t>
      </w:r>
      <w:r>
        <w:rPr>
          <w:spacing w:val="55"/>
          <w:w w:val="99"/>
        </w:rPr>
        <w:t> </w:t>
      </w:r>
      <w:r>
        <w:rPr>
          <w:w w:val="95"/>
        </w:rPr>
        <w:t>IB_NCPDP_MSG_ERX_STATUS_FKV3    </w:t>
      </w:r>
      <w:r>
        <w:rPr>
          <w:spacing w:val="19"/>
          <w:w w:val="95"/>
        </w:rPr>
        <w:t> </w:t>
      </w:r>
      <w:r>
        <w:rPr>
          <w:w w:val="95"/>
        </w:rPr>
        <w:t>(PROVIDER_CHK_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6"/>
        <w:rPr>
          <w:rFonts w:ascii="Arial Unicode MS" w:hAnsi="Arial Unicode MS" w:cs="Arial Unicode MS" w:eastAsia="Arial Unicode MS"/>
          <w:sz w:val="23"/>
          <w:szCs w:val="23"/>
        </w:rPr>
      </w:pPr>
    </w:p>
    <w:p>
      <w:pPr>
        <w:pStyle w:val="BodyText"/>
        <w:spacing w:line="240" w:lineRule="auto"/>
        <w:ind w:left="1520" w:right="0"/>
        <w:jc w:val="left"/>
      </w:pPr>
      <w:r>
        <w:rPr>
          <w:color w:val="0000FF"/>
          <w:spacing w:val="2"/>
        </w:rPr>
        <w:t>erx.INBOUND_NCPDP_MSG_HIST</w:t>
      </w:r>
      <w:r>
        <w:rPr/>
      </w:r>
    </w:p>
    <w:p>
      <w:pPr>
        <w:pStyle w:val="BodyText"/>
        <w:tabs>
          <w:tab w:pos="3699" w:val="left" w:leader="none"/>
          <w:tab w:pos="4179" w:val="left" w:leader="none"/>
        </w:tabs>
        <w:spacing w:line="191" w:lineRule="auto" w:before="69"/>
        <w:ind w:left="120" w:right="1189"/>
        <w:jc w:val="right"/>
      </w:pPr>
      <w:r>
        <w:rPr>
          <w:color w:val="0000FF"/>
        </w:rPr>
        <w:t>P </w:t>
      </w:r>
      <w:r>
        <w:rPr>
          <w:color w:val="0000FF"/>
          <w:spacing w:val="17"/>
        </w:rPr>
        <w:t> </w:t>
      </w: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INBOUND_NCPDP_MSG_HIST_ID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48"/>
          <w:w w:val="99"/>
        </w:rPr>
        <w:t> </w:t>
      </w:r>
      <w:r>
        <w:rPr/>
        <w:t>F </w:t>
      </w:r>
      <w:r>
        <w:rPr>
          <w:spacing w:val="31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191" w:lineRule="auto"/>
        <w:ind w:left="600" w:right="333"/>
        <w:jc w:val="left"/>
      </w:pPr>
      <w:r>
        <w:rPr>
          <w:w w:val="95"/>
        </w:rPr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0"/>
        </w:rPr>
        <w:t> </w:t>
      </w:r>
      <w:r>
        <w:rPr>
          <w:w w:val="95"/>
        </w:rPr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2"/>
        </w:rPr>
        <w:t> </w:t>
      </w:r>
      <w:r>
        <w:rPr>
          <w:w w:val="95"/>
        </w:rPr>
        <w:t>DRUG_CHK_STATUS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256" w:lineRule="exact"/>
        <w:ind w:left="600" w:right="0"/>
        <w:jc w:val="left"/>
      </w:pP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4179" w:val="left" w:leader="none"/>
        </w:tabs>
        <w:spacing w:line="280" w:lineRule="exact"/>
        <w:ind w:left="600"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179" w:val="left" w:leader="none"/>
        </w:tabs>
        <w:spacing w:line="315" w:lineRule="exact"/>
        <w:ind w:left="46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60" w:right="0"/>
        <w:jc w:val="left"/>
      </w:pPr>
      <w:r>
        <w:rPr>
          <w:w w:val="95"/>
        </w:rPr>
        <w:t>INBOUND_NCPDP_MSG_HIST_PK    </w:t>
      </w:r>
      <w:r>
        <w:rPr>
          <w:spacing w:val="39"/>
          <w:w w:val="95"/>
        </w:rPr>
        <w:t> </w:t>
      </w:r>
      <w:r>
        <w:rPr>
          <w:w w:val="95"/>
        </w:rPr>
        <w:t>(INBOUND_NCPDP_MSG_</w:t>
      </w:r>
      <w:r>
        <w:rPr/>
      </w:r>
    </w:p>
    <w:p>
      <w:pPr>
        <w:pStyle w:val="BodyText"/>
        <w:spacing w:line="240" w:lineRule="auto" w:before="23"/>
        <w:ind w:left="0" w:right="726"/>
        <w:jc w:val="center"/>
      </w:pPr>
      <w:r>
        <w:rPr/>
        <w:br w:type="column"/>
      </w:r>
      <w:r>
        <w:rPr>
          <w:color w:val="0000FF"/>
          <w:spacing w:val="2"/>
        </w:rPr>
        <w:t>erx.ERX_STATUS</w:t>
      </w:r>
      <w:r>
        <w:rPr/>
      </w:r>
    </w:p>
    <w:p>
      <w:pPr>
        <w:pStyle w:val="BodyText"/>
        <w:tabs>
          <w:tab w:pos="3199" w:val="left" w:leader="none"/>
        </w:tabs>
        <w:spacing w:line="315" w:lineRule="exact" w:before="9"/>
        <w:ind w:left="740" w:right="0"/>
        <w:jc w:val="left"/>
      </w:pPr>
      <w:r>
        <w:rPr>
          <w:w w:val="95"/>
        </w:rPr>
        <w:t>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3199" w:val="left" w:leader="none"/>
        </w:tabs>
        <w:spacing w:line="280" w:lineRule="exact"/>
        <w:ind w:left="740" w:right="0"/>
        <w:jc w:val="left"/>
      </w:pPr>
      <w:r>
        <w:rPr>
          <w:w w:val="95"/>
        </w:rPr>
        <w:t>AUTO_CHECK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3199" w:val="left" w:leader="none"/>
        </w:tabs>
        <w:spacing w:line="191" w:lineRule="auto" w:before="24"/>
        <w:ind w:left="260" w:right="1429" w:firstLine="480"/>
        <w:jc w:val="left"/>
      </w:pPr>
      <w:r>
        <w:rPr>
          <w:w w:val="95"/>
        </w:rPr>
        <w:t>CODE_DESCRIPTION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(70)</w:t>
      </w:r>
      <w:r>
        <w:rPr>
          <w:color w:val="007F00"/>
        </w:rPr>
        <w:t> </w:t>
      </w:r>
      <w:r>
        <w:rPr>
          <w:color w:val="0000FF"/>
        </w:rPr>
        <w:t>P </w:t>
      </w:r>
      <w:r>
        <w:rPr>
          <w:color w:val="0000FF"/>
          <w:spacing w:val="26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>
          <w:spacing w:val="1"/>
        </w:rPr>
        <w:t>ERX_STATUS_ID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199" w:val="left" w:leader="none"/>
        </w:tabs>
        <w:spacing w:line="256" w:lineRule="exact"/>
        <w:ind w:left="740"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199" w:val="left" w:leader="none"/>
        </w:tabs>
        <w:spacing w:line="315" w:lineRule="exact"/>
        <w:ind w:left="60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73" w:lineRule="auto" w:before="49"/>
        <w:ind w:left="600" w:right="441"/>
        <w:jc w:val="left"/>
      </w:pP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>
          <w:spacing w:val="25"/>
          <w:w w:val="99"/>
        </w:rPr>
        <w:t> </w:t>
      </w: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5"/>
        <w:rPr>
          <w:rFonts w:ascii="Arial Unicode MS" w:hAnsi="Arial Unicode MS" w:cs="Arial Unicode MS" w:eastAsia="Arial Unicode MS"/>
          <w:sz w:val="18"/>
          <w:szCs w:val="18"/>
        </w:rPr>
      </w:pPr>
    </w:p>
    <w:p>
      <w:pPr>
        <w:pStyle w:val="BodyText"/>
        <w:spacing w:line="240" w:lineRule="auto"/>
        <w:ind w:left="0" w:right="156"/>
        <w:jc w:val="center"/>
      </w:pPr>
      <w:r>
        <w:rPr>
          <w:color w:val="0000FF"/>
          <w:spacing w:val="2"/>
        </w:rPr>
        <w:t>erx.OUTBOUND_NCPDP_MSG</w:t>
      </w:r>
      <w:r>
        <w:rPr/>
      </w:r>
    </w:p>
    <w:p>
      <w:pPr>
        <w:pStyle w:val="BodyText"/>
        <w:tabs>
          <w:tab w:pos="3819" w:val="left" w:leader="none"/>
        </w:tabs>
        <w:spacing w:line="191" w:lineRule="auto" w:before="69"/>
        <w:ind w:right="809" w:hanging="480"/>
        <w:jc w:val="left"/>
      </w:pPr>
      <w:r>
        <w:rPr>
          <w:color w:val="0000FF"/>
        </w:rPr>
        <w:t>P </w:t>
      </w:r>
      <w:r>
        <w:rPr>
          <w:color w:val="0000FF"/>
          <w:spacing w:val="19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</w:r>
      <w:r>
        <w:rPr>
          <w:color w:val="007F00"/>
        </w:rPr>
        <w:t>NUMBER</w:t>
      </w:r>
      <w:r>
        <w:rPr>
          <w:color w:val="007F00"/>
          <w:spacing w:val="40"/>
          <w:w w:val="99"/>
        </w:rPr>
        <w:t> </w:t>
      </w: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56" w:lineRule="exact"/>
        <w:ind w:right="0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VISTA_MESSAGE</w:t>
        <w:tab/>
      </w:r>
      <w:r>
        <w:rPr>
          <w:color w:val="007F00"/>
        </w:rPr>
        <w:t>CLOB</w:t>
      </w:r>
      <w:r>
        <w:rPr/>
      </w:r>
    </w:p>
    <w:p>
      <w:pPr>
        <w:pStyle w:val="BodyText"/>
        <w:tabs>
          <w:tab w:pos="3719" w:val="left" w:leader="none"/>
        </w:tabs>
        <w:spacing w:line="280" w:lineRule="exact"/>
        <w:ind w:left="0" w:right="1341"/>
        <w:jc w:val="center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339" w:val="left" w:leader="none"/>
          <w:tab w:pos="3819" w:val="left" w:leader="none"/>
        </w:tabs>
        <w:spacing w:line="191" w:lineRule="auto" w:before="24"/>
        <w:ind w:left="100" w:right="1441"/>
        <w:jc w:val="center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819" w:val="left" w:leader="none"/>
        </w:tabs>
        <w:spacing w:line="256" w:lineRule="exact"/>
        <w:ind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819" w:val="left" w:leader="none"/>
        </w:tabs>
        <w:spacing w:line="315" w:lineRule="exact"/>
        <w:ind w:left="44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40" w:right="0"/>
        <w:jc w:val="left"/>
      </w:pPr>
      <w:r>
        <w:rPr>
          <w:w w:val="95"/>
        </w:rPr>
        <w:t>OUTBOUND_NCPDP_MSG_PK    </w:t>
      </w:r>
      <w:r>
        <w:rPr>
          <w:spacing w:val="23"/>
          <w:w w:val="95"/>
        </w:rPr>
        <w:t> </w:t>
      </w:r>
      <w:r>
        <w:rPr>
          <w:w w:val="95"/>
        </w:rPr>
        <w:t>(OUTBOUND_NCPDP_MS</w:t>
      </w:r>
      <w:r>
        <w:rPr/>
      </w:r>
    </w:p>
    <w:p>
      <w:pPr>
        <w:pStyle w:val="BodyText"/>
        <w:spacing w:line="191" w:lineRule="auto" w:before="109"/>
        <w:ind w:left="440" w:right="0"/>
        <w:jc w:val="left"/>
      </w:pPr>
      <w:r>
        <w:rPr>
          <w:w w:val="95"/>
        </w:rPr>
        <w:t>OUTBOUND_MSG_ERX_STATUS_FK    </w:t>
      </w:r>
      <w:r>
        <w:rPr>
          <w:spacing w:val="9"/>
          <w:w w:val="95"/>
        </w:rPr>
        <w:t> </w:t>
      </w:r>
      <w:r>
        <w:rPr>
          <w:w w:val="95"/>
        </w:rPr>
        <w:t>(MESSAGE_STATUS</w:t>
      </w:r>
      <w:r>
        <w:rPr>
          <w:spacing w:val="78"/>
          <w:w w:val="99"/>
        </w:rPr>
        <w:t> </w:t>
      </w:r>
      <w:r>
        <w:rPr>
          <w:w w:val="95"/>
        </w:rPr>
        <w:t>OUTBOUND_MSG_PHARMACY_ID_FK    </w:t>
      </w:r>
      <w:r>
        <w:rPr>
          <w:spacing w:val="12"/>
          <w:w w:val="95"/>
        </w:rPr>
        <w:t> </w:t>
      </w:r>
      <w:r>
        <w:rPr>
          <w:w w:val="95"/>
        </w:rPr>
        <w:t>(PHARMACY_ID)</w:t>
      </w:r>
      <w:r>
        <w:rPr/>
      </w:r>
    </w:p>
    <w:p>
      <w:pPr>
        <w:pStyle w:val="BodyText"/>
        <w:spacing w:line="191" w:lineRule="auto" w:before="120"/>
        <w:ind w:left="440" w:right="242" w:hanging="145"/>
        <w:jc w:val="center"/>
      </w:pPr>
      <w:r>
        <w:rPr>
          <w:w w:val="95"/>
        </w:rPr>
        <w:t>OB_NCPDP_MSG_PHARMACY_ID_IDX    </w:t>
      </w:r>
      <w:r>
        <w:rPr>
          <w:spacing w:val="14"/>
          <w:w w:val="95"/>
        </w:rPr>
        <w:t> </w:t>
      </w:r>
      <w:r>
        <w:rPr>
          <w:w w:val="95"/>
        </w:rPr>
        <w:t>(PHARMACY_ID)</w:t>
      </w:r>
      <w:r>
        <w:rPr>
          <w:spacing w:val="55"/>
          <w:w w:val="99"/>
        </w:rPr>
        <w:t> </w:t>
      </w:r>
      <w:r>
        <w:rPr>
          <w:w w:val="95"/>
        </w:rPr>
        <w:t>OB_NCPDP_MSG_ID_IDX    </w:t>
      </w:r>
      <w:r>
        <w:rPr>
          <w:spacing w:val="29"/>
          <w:w w:val="95"/>
        </w:rPr>
        <w:t> </w:t>
      </w:r>
      <w:r>
        <w:rPr>
          <w:w w:val="95"/>
        </w:rPr>
        <w:t>(OUTBOUND_NCPDP_MSG_ID)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8"/>
        <w:rPr>
          <w:rFonts w:ascii="Arial Unicode MS" w:hAnsi="Arial Unicode MS" w:cs="Arial Unicode MS" w:eastAsia="Arial Unicode MS"/>
          <w:sz w:val="16"/>
          <w:szCs w:val="16"/>
        </w:rPr>
      </w:pPr>
    </w:p>
    <w:p>
      <w:pPr>
        <w:pStyle w:val="BodyText"/>
        <w:spacing w:line="240" w:lineRule="auto"/>
        <w:ind w:left="208" w:right="0"/>
        <w:jc w:val="center"/>
      </w:pPr>
      <w:r>
        <w:rPr>
          <w:color w:val="0000FF"/>
          <w:spacing w:val="2"/>
        </w:rPr>
        <w:t>erx.OUTBOUND_NCPDP_MSG_HIST</w:t>
      </w:r>
      <w:r>
        <w:rPr/>
      </w:r>
    </w:p>
    <w:p>
      <w:pPr>
        <w:pStyle w:val="BodyText"/>
        <w:tabs>
          <w:tab w:pos="4079" w:val="left" w:leader="none"/>
          <w:tab w:pos="4559" w:val="left" w:leader="none"/>
        </w:tabs>
        <w:spacing w:line="191" w:lineRule="auto" w:before="69"/>
        <w:ind w:left="280" w:right="701"/>
        <w:jc w:val="right"/>
      </w:pPr>
      <w:r>
        <w:rPr>
          <w:color w:val="0000FF"/>
        </w:rPr>
        <w:t>P </w:t>
      </w:r>
      <w:r>
        <w:rPr>
          <w:color w:val="0000FF"/>
          <w:spacing w:val="16"/>
        </w:rPr>
        <w:t> </w:t>
      </w:r>
      <w:r>
        <w:rPr>
          <w:color w:val="FF0000"/>
        </w:rPr>
        <w:t>*</w:t>
      </w:r>
      <w:r>
        <w:rPr>
          <w:color w:val="FF0000"/>
          <w:spacing w:val="51"/>
        </w:rPr>
        <w:t> </w:t>
      </w:r>
      <w:r>
        <w:rPr/>
        <w:t>OUTBOUND_NCPDP_MSG_HIST_ID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50"/>
          <w:w w:val="99"/>
        </w:rPr>
        <w:t> </w:t>
      </w:r>
      <w:r>
        <w:rPr/>
        <w:t>F </w:t>
      </w:r>
      <w:r>
        <w:rPr>
          <w:spacing w:val="30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40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559" w:val="left" w:leader="none"/>
        </w:tabs>
        <w:spacing w:line="256" w:lineRule="exact"/>
        <w:ind w:left="760"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559" w:val="left" w:leader="none"/>
        </w:tabs>
        <w:spacing w:line="315" w:lineRule="exact"/>
        <w:ind w:left="76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620" w:right="0"/>
        <w:jc w:val="left"/>
      </w:pPr>
      <w:r>
        <w:rPr>
          <w:w w:val="95"/>
        </w:rPr>
        <w:t>OB_NCPDP_MSG_HIST_PK    </w:t>
      </w:r>
      <w:r>
        <w:rPr>
          <w:spacing w:val="11"/>
          <w:w w:val="95"/>
        </w:rPr>
        <w:t> </w:t>
      </w:r>
      <w:r>
        <w:rPr>
          <w:w w:val="95"/>
        </w:rPr>
        <w:t>(OUTBOUND_NCPDP_MSG_H</w:t>
      </w:r>
    </w:p>
    <w:p>
      <w:pPr>
        <w:pStyle w:val="BodyText"/>
        <w:spacing w:line="294" w:lineRule="exact"/>
        <w:ind w:left="0" w:right="322"/>
        <w:jc w:val="center"/>
      </w:pPr>
      <w:r>
        <w:rPr/>
        <w:br w:type="column"/>
      </w:r>
      <w:r>
        <w:rPr>
          <w:color w:val="0000FF"/>
          <w:spacing w:val="3"/>
        </w:rPr>
        <w:t>erx.PHARMACY</w:t>
      </w:r>
      <w:r>
        <w:rPr/>
      </w:r>
    </w:p>
    <w:p>
      <w:pPr>
        <w:pStyle w:val="BodyText"/>
        <w:tabs>
          <w:tab w:pos="4539" w:val="left" w:leader="none"/>
        </w:tabs>
        <w:spacing w:line="315" w:lineRule="exact" w:before="9"/>
        <w:ind w:left="0" w:right="1151"/>
        <w:jc w:val="center"/>
      </w:pPr>
      <w:r>
        <w:rPr>
          <w:color w:val="0000FF"/>
        </w:rPr>
        <w:t>P </w:t>
      </w:r>
      <w:r>
        <w:rPr>
          <w:color w:val="0000FF"/>
          <w:spacing w:val="27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VA_STATION_ID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SERVICE_LEVEL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ACTIVE_START_TIME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ACTIVE_END_TIME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SPECIALTY_ID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NCPDP_ID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NPI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FILE_ID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STATE_LICENSE_NUMBER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MEDICAID_NUMBER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PPO_NUMBER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PAYER_ID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BIN_LOCATION_NUMBER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DEA_NUMBER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HIN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SECONDARY_COVERAGE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NAIC_CODE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PROMOTION_NUMBER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191" w:lineRule="auto" w:before="24"/>
        <w:ind w:right="617" w:hanging="200"/>
        <w:jc w:val="left"/>
      </w:pP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STORE_NAME</w:t>
        <w:tab/>
      </w:r>
      <w:r>
        <w:rPr>
          <w:color w:val="007F00"/>
        </w:rPr>
        <w:t>VARCHAR2</w:t>
      </w:r>
      <w:r>
        <w:rPr>
          <w:color w:val="007F00"/>
          <w:spacing w:val="-11"/>
        </w:rPr>
        <w:t> </w:t>
      </w:r>
      <w:r>
        <w:rPr>
          <w:color w:val="007F00"/>
        </w:rPr>
        <w:t>(35)</w:t>
      </w:r>
      <w:r>
        <w:rPr>
          <w:color w:val="007F00"/>
          <w:spacing w:val="29"/>
        </w:rPr>
        <w:t> </w:t>
      </w:r>
      <w:r>
        <w:rPr>
          <w:w w:val="95"/>
        </w:rPr>
        <w:t>STORE_NUMBER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PHARMACIST_LAST_NAME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617" w:hanging="200"/>
        <w:jc w:val="left"/>
      </w:pPr>
      <w:r>
        <w:rPr>
          <w:w w:val="95"/>
        </w:rPr>
        <w:t>PHARMACY_ADDRESS_LINE_1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>
          <w:color w:val="007F00"/>
          <w:spacing w:val="44"/>
        </w:rPr>
        <w:t> </w:t>
      </w:r>
      <w:r>
        <w:rPr>
          <w:w w:val="95"/>
        </w:rPr>
        <w:t>PHARMACY_ADDRESS_LINE_2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56" w:lineRule="exact" w:before="0" w:after="0"/>
        <w:ind w:left="580" w:right="0" w:hanging="200"/>
        <w:jc w:val="left"/>
      </w:pPr>
      <w:r>
        <w:rPr>
          <w:w w:val="95"/>
        </w:rPr>
        <w:t>PHARMACY_CITY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PHARMACY_STATE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617" w:hanging="200"/>
        <w:jc w:val="left"/>
      </w:pPr>
      <w:r>
        <w:rPr>
          <w:w w:val="95"/>
        </w:rPr>
        <w:t>PHARMACY_ZIPCODE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(10)</w:t>
      </w:r>
      <w:r>
        <w:rPr>
          <w:color w:val="007F00"/>
        </w:rPr>
        <w:t> </w:t>
      </w:r>
      <w:r>
        <w:rPr>
          <w:w w:val="95"/>
        </w:rPr>
        <w:t>TWENTY_FOUR_HOUR_FLAG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CROSS_STREET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EMAIL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PHARMACY_PHONE_NUMBER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QUALIFIER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315" w:lineRule="exact" w:before="0" w:after="0"/>
        <w:ind w:left="580" w:right="0" w:hanging="200"/>
        <w:jc w:val="left"/>
      </w:pPr>
      <w:r>
        <w:rPr>
          <w:w w:val="95"/>
        </w:rPr>
        <w:t>INBOUND_ERX_ENABLED</w:t>
        <w:tab/>
      </w:r>
      <w:r>
        <w:rPr>
          <w:color w:val="007F00"/>
        </w:rPr>
        <w:t>NUMBER</w:t>
      </w:r>
      <w:r>
        <w:rPr/>
      </w:r>
    </w:p>
    <w:p>
      <w:pPr>
        <w:spacing w:after="0" w:line="315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6239" w:space="461"/>
            <w:col w:w="6131" w:space="609"/>
            <w:col w:w="6760"/>
          </w:cols>
        </w:sectPr>
      </w:pPr>
    </w:p>
    <w:p>
      <w:pPr>
        <w:pStyle w:val="BodyText"/>
        <w:spacing w:line="340" w:lineRule="exact"/>
        <w:ind w:left="460" w:right="0"/>
        <w:jc w:val="left"/>
      </w:pPr>
      <w:r>
        <w:rPr>
          <w:w w:val="95"/>
        </w:rPr>
        <w:t>INBOUND_NCPDP_MSG_FK    </w:t>
      </w:r>
      <w:r>
        <w:rPr>
          <w:spacing w:val="30"/>
          <w:w w:val="95"/>
        </w:rPr>
        <w:t> </w:t>
      </w:r>
      <w:r>
        <w:rPr>
          <w:w w:val="95"/>
        </w:rPr>
        <w:t>(INBOUND_NCPDP_MSG_ID)</w:t>
      </w:r>
      <w:r>
        <w:rPr/>
      </w:r>
    </w:p>
    <w:p>
      <w:pPr>
        <w:pStyle w:val="BodyText"/>
        <w:spacing w:line="240" w:lineRule="auto" w:before="49"/>
        <w:ind w:left="1700" w:right="0" w:hanging="1240"/>
        <w:jc w:val="left"/>
      </w:pPr>
      <w:r>
        <w:rPr>
          <w:w w:val="95"/>
        </w:rPr>
        <w:t>IB_NCPDP_MSG_HIST_ID_IDX    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(INBOUND_NCPDP_MSG_HIS</w:t>
      </w:r>
      <w:r>
        <w:rPr/>
      </w:r>
    </w:p>
    <w:p>
      <w:pPr>
        <w:spacing w:line="240" w:lineRule="auto" w:before="1"/>
        <w:rPr>
          <w:rFonts w:ascii="Arial Unicode MS" w:hAnsi="Arial Unicode MS" w:cs="Arial Unicode MS" w:eastAsia="Arial Unicode MS"/>
          <w:sz w:val="29"/>
          <w:szCs w:val="29"/>
        </w:rPr>
      </w:pPr>
    </w:p>
    <w:p>
      <w:pPr>
        <w:pStyle w:val="BodyText"/>
        <w:spacing w:line="277" w:lineRule="exact"/>
        <w:ind w:left="1700" w:right="0"/>
        <w:jc w:val="left"/>
      </w:pPr>
      <w:r>
        <w:rPr/>
        <w:pict>
          <v:group style="position:absolute;margin-left:518.5pt;margin-top:40.323151pt;width:218pt;height:125pt;mso-position-horizontal-relative:page;mso-position-vertical-relative:paragraph;z-index:1120" coordorigin="10370,806" coordsize="4360,2500"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true" fillcolor="#ffffb3" stroked="false">
                <v:path arrowok="t"/>
                <v:fill type="solid"/>
              </v:shape>
            </v:group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false" stroked="true" strokeweight="1pt" strokecolor="#0000ff">
                <v:path arrowok="t"/>
              </v:shape>
            </v:group>
            <v:group style="position:absolute;left:10380;top:1176;width:4320;height:2" coordorigin="10380,1176" coordsize="4320,2">
              <v:shape style="position:absolute;left:10380;top:1176;width:4320;height:2" coordorigin="10380,1176" coordsize="4320,0" path="m10380,1176l14700,1176e" filled="false" stroked="true" strokeweight="1pt" strokecolor="#0000ff">
                <v:path arrowok="t"/>
              </v:shape>
            </v:group>
            <v:group style="position:absolute;left:10380;top:2416;width:4320;height:2" coordorigin="10380,2416" coordsize="4320,2">
              <v:shape style="position:absolute;left:10380;top:2416;width:4320;height:2" coordorigin="10380,2416" coordsize="4320,0" path="m10380,2416l14700,2416e" filled="false" stroked="true" strokeweight="1pt" strokecolor="#0000ff">
                <v:path arrowok="t"/>
              </v:shape>
              <v:shape style="position:absolute;left:10420;top:2556;width:260;height:160" type="#_x0000_t75" stroked="false">
                <v:imagedata r:id="rId5" o:title=""/>
              </v:shape>
            </v:group>
            <v:group style="position:absolute;left:10380;top:2816;width:4320;height:2" coordorigin="10380,2816" coordsize="4320,2">
              <v:shape style="position:absolute;left:10380;top:2816;width:4320;height:2" coordorigin="10380,2816" coordsize="4320,0" path="m10380,2816l14700,2816e" filled="false" stroked="true" strokeweight="1pt" strokecolor="#0000ff">
                <v:path arrowok="t"/>
              </v:shape>
              <v:shape style="position:absolute;left:10460;top:2936;width:180;height:200" type="#_x0000_t75" stroked="false">
                <v:imagedata r:id="rId6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370;top:806;width:4360;height:2500" type="#_x0000_t202" filled="false" stroked="false">
                <v:textbox inset="0,0,0,0">
                  <w:txbxContent>
                    <w:p>
                      <w:pPr>
                        <w:spacing w:line="344" w:lineRule="exact" w:before="0"/>
                        <w:ind w:left="91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pacing w:val="2"/>
                          <w:sz w:val="20"/>
                        </w:rPr>
                        <w:t>erx.APP_CONFIGURATION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2389" w:val="left" w:leader="none"/>
                          <w:tab w:pos="2529" w:val="left" w:leader="none"/>
                        </w:tabs>
                        <w:spacing w:line="191" w:lineRule="auto" w:before="69"/>
                        <w:ind w:left="390" w:right="327" w:hanging="34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z w:val="20"/>
                        </w:rPr>
                        <w:t>P </w:t>
                      </w:r>
                      <w:r>
                        <w:rPr>
                          <w:rFonts w:ascii="Arial Unicode MS"/>
                          <w:color w:val="0000FF"/>
                          <w:spacing w:val="3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FF0000"/>
                          <w:sz w:val="20"/>
                        </w:rPr>
                        <w:t>* </w:t>
                      </w:r>
                      <w:r>
                        <w:rPr>
                          <w:rFonts w:ascii="Arial Unicode MS"/>
                          <w:color w:val="FF000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KEY</w:t>
                        <w:tab/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(15)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VALUE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UPDATED_DATE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color w:val="007F00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CREATED_DATE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spacing w:line="273" w:lineRule="auto" w:before="60"/>
                        <w:ind w:left="390" w:right="81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pacing w:val="39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00FF"/>
          <w:spacing w:val="4"/>
        </w:rPr>
        <w:t>erx.VISTA_LOOKUP</w:t>
      </w:r>
      <w:r>
        <w:rPr/>
      </w:r>
    </w:p>
    <w:p>
      <w:pPr>
        <w:pStyle w:val="BodyText"/>
        <w:spacing w:line="273" w:lineRule="auto" w:before="49"/>
        <w:ind w:left="460" w:right="0"/>
        <w:jc w:val="left"/>
      </w:pPr>
      <w:r>
        <w:rPr>
          <w:w w:val="95"/>
        </w:rPr>
        <w:br w:type="column"/>
      </w:r>
      <w:r>
        <w:rPr>
          <w:w w:val="95"/>
        </w:rPr>
        <w:t>OB_NCPDP_MSG_HIST_FK    </w:t>
      </w:r>
      <w:r>
        <w:rPr>
          <w:spacing w:val="26"/>
          <w:w w:val="95"/>
        </w:rPr>
        <w:t> </w:t>
      </w:r>
      <w:r>
        <w:rPr>
          <w:w w:val="95"/>
        </w:rPr>
        <w:t>(OUTBOUND_NCPDP_MSG_I</w:t>
      </w:r>
      <w:r>
        <w:rPr>
          <w:spacing w:val="39"/>
          <w:w w:val="99"/>
        </w:rPr>
        <w:t> </w:t>
      </w:r>
      <w:r>
        <w:rPr>
          <w:w w:val="95"/>
        </w:rPr>
        <w:t>OB_NCPDP_MSG_HIST_ID_IDX    </w:t>
      </w:r>
      <w:r>
        <w:rPr>
          <w:spacing w:val="50"/>
          <w:w w:val="95"/>
        </w:rPr>
        <w:t> </w:t>
      </w:r>
      <w:r>
        <w:rPr>
          <w:spacing w:val="1"/>
          <w:w w:val="95"/>
        </w:rPr>
        <w:t>(OUTBOUND_NCPDP_MS</w:t>
      </w:r>
      <w:r>
        <w:rPr/>
      </w:r>
    </w:p>
    <w:p>
      <w:pPr>
        <w:pStyle w:val="BodyText"/>
        <w:tabs>
          <w:tab w:pos="4539" w:val="left" w:leader="none"/>
        </w:tabs>
        <w:spacing w:line="185" w:lineRule="exact"/>
        <w:ind w:left="0" w:right="791"/>
        <w:jc w:val="center"/>
      </w:pPr>
      <w:r>
        <w:rPr/>
        <w:br w:type="column"/>
      </w: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CREATED_BY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pStyle w:val="BodyText"/>
        <w:tabs>
          <w:tab w:pos="4999" w:val="left" w:leader="none"/>
        </w:tabs>
        <w:spacing w:line="315" w:lineRule="exact"/>
        <w:ind w:left="940" w:right="0"/>
        <w:jc w:val="left"/>
      </w:pPr>
      <w:r>
        <w:rPr>
          <w:w w:val="95"/>
        </w:rPr>
        <w:t>UPDATED_BY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spacing w:after="0" w:line="315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6221" w:space="639"/>
            <w:col w:w="5944" w:space="276"/>
            <w:col w:w="7120"/>
          </w:cols>
        </w:sectPr>
      </w:pPr>
    </w:p>
    <w:p>
      <w:pPr>
        <w:pStyle w:val="BodyText"/>
        <w:tabs>
          <w:tab w:pos="2979" w:val="left" w:leader="none"/>
        </w:tabs>
        <w:spacing w:line="191" w:lineRule="auto" w:before="143"/>
        <w:ind w:left="740" w:right="0" w:hanging="480"/>
        <w:jc w:val="left"/>
      </w:pPr>
      <w:r>
        <w:rPr>
          <w:color w:val="0000FF"/>
        </w:rPr>
        <w:t>P </w:t>
      </w:r>
      <w:r>
        <w:rPr>
          <w:color w:val="0000FF"/>
          <w:spacing w:val="2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STATION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979" w:val="left" w:leader="none"/>
        </w:tabs>
        <w:spacing w:line="256" w:lineRule="exact"/>
        <w:ind w:left="740" w:right="0"/>
        <w:jc w:val="left"/>
      </w:pPr>
      <w:r>
        <w:rPr>
          <w:w w:val="95"/>
        </w:rPr>
        <w:t>FQDN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TCP_PORT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SERVICE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2979" w:val="left" w:leader="none"/>
        </w:tabs>
        <w:spacing w:line="315" w:lineRule="exact"/>
        <w:ind w:left="74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spacing w:line="240" w:lineRule="auto" w:before="17"/>
        <w:rPr>
          <w:rFonts w:ascii="Arial Unicode MS" w:hAnsi="Arial Unicode MS" w:cs="Arial Unicode MS" w:eastAsia="Arial Unicode MS"/>
          <w:sz w:val="10"/>
          <w:szCs w:val="10"/>
        </w:rPr>
      </w:pPr>
    </w:p>
    <w:p>
      <w:pPr>
        <w:pStyle w:val="BodyText"/>
        <w:spacing w:line="240" w:lineRule="auto"/>
        <w:ind w:left="1200" w:right="0"/>
        <w:jc w:val="left"/>
      </w:pPr>
      <w:r>
        <w:rPr/>
        <w:pict>
          <v:group style="position:absolute;margin-left:279.5pt;margin-top:.323151pt;width:229pt;height:108.5pt;mso-position-horizontal-relative:page;mso-position-vertical-relative:paragraph;z-index:-8872" coordorigin="5590,6" coordsize="4580,2170">
            <v:group style="position:absolute;left:5600;top:16;width:4560;height:2140" coordorigin="5600,16" coordsize="4560,2140">
              <v:shape style="position:absolute;left:5600;top:16;width:4560;height:2140" coordorigin="5600,16" coordsize="4560,2140" path="m5600,16l10160,16,10160,2156,5600,2156,5600,16xe" filled="true" fillcolor="#ffffb3" stroked="false">
                <v:path arrowok="t"/>
                <v:fill type="solid"/>
              </v:shape>
            </v:group>
            <v:group style="position:absolute;left:5600;top:16;width:4560;height:2140" coordorigin="5600,16" coordsize="4560,2140">
              <v:shape style="position:absolute;left:5600;top:16;width:4560;height:2140" coordorigin="5600,16" coordsize="4560,2140" path="m5600,16l10160,16,10160,2156,5600,2156,5600,16xe" filled="false" stroked="true" strokeweight="1pt" strokecolor="#0000ff">
                <v:path arrowok="t"/>
              </v:shape>
            </v:group>
            <v:group style="position:absolute;left:5600;top:376;width:4540;height:2" coordorigin="5600,376" coordsize="4540,2">
              <v:shape style="position:absolute;left:5600;top:376;width:4540;height:2" coordorigin="5600,376" coordsize="4540,0" path="m5600,376l10140,376e" filled="false" stroked="true" strokeweight="1pt" strokecolor="#0000ff">
                <v:path arrowok="t"/>
              </v:shape>
            </v:group>
            <v:group style="position:absolute;left:5600;top:1616;width:4540;height:2" coordorigin="5600,1616" coordsize="4540,2">
              <v:shape style="position:absolute;left:5600;top:1616;width:4540;height:2" coordorigin="5600,1616" coordsize="4540,0" path="m5600,1616l10140,1616e" filled="false" stroked="true" strokeweight="1pt" strokecolor="#0000ff">
                <v:path arrowok="t"/>
              </v:shape>
              <v:shape style="position:absolute;left:5640;top:1756;width:260;height:160" type="#_x0000_t75" stroked="false">
                <v:imagedata r:id="rId5" o:title=""/>
              </v:shape>
            </v:group>
            <v:group style="position:absolute;left:5600;top:2016;width:4540;height:2" coordorigin="5600,2016" coordsize="4540,2">
              <v:shape style="position:absolute;left:5600;top:2016;width:4540;height:2" coordorigin="5600,2016" coordsize="4540,0" path="m5600,2016l10140,2016e" filled="false" stroked="true" strokeweight="1pt" strokecolor="#0000ff">
                <v:path arrowok="t"/>
              </v:shape>
              <v:shape style="position:absolute;left:5680;top:2136;width:180;height:40" type="#_x0000_t75" stroked="false">
                <v:imagedata r:id="rId7" o:title=""/>
              </v:shape>
            </v:group>
            <v:group style="position:absolute;left:9940;top:1936;width:160;height:160" coordorigin="9940,1936" coordsize="160,160">
              <v:shape style="position:absolute;left:9940;top:1936;width:160;height:160" coordorigin="9940,1936" coordsize="160,160" path="m10100,1936l9940,1936,10020,2096,10100,1936xe" filled="true" fillcolor="#0000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0000FF"/>
          <w:spacing w:val="5"/>
        </w:rPr>
        <w:t>erx.ALIAS_NAME_LOOKUP</w:t>
      </w:r>
      <w:r>
        <w:rPr/>
      </w:r>
    </w:p>
    <w:p>
      <w:pPr>
        <w:pStyle w:val="BodyText"/>
        <w:tabs>
          <w:tab w:pos="2739" w:val="left" w:leader="none"/>
        </w:tabs>
        <w:spacing w:line="315" w:lineRule="exact" w:before="9"/>
        <w:ind w:left="260" w:right="0"/>
        <w:jc w:val="left"/>
      </w:pPr>
      <w:r>
        <w:rPr>
          <w:color w:val="0000FF"/>
        </w:rPr>
        <w:t>P </w:t>
      </w:r>
      <w:r>
        <w:rPr>
          <w:color w:val="0000FF"/>
          <w:spacing w:val="31"/>
        </w:rPr>
        <w:t> </w:t>
      </w:r>
      <w:r>
        <w:rPr>
          <w:color w:val="FF0000"/>
        </w:rPr>
        <w:t>* </w:t>
      </w:r>
      <w:r>
        <w:rPr>
          <w:color w:val="FF0000"/>
          <w:spacing w:val="8"/>
        </w:rPr>
        <w:t> </w:t>
      </w:r>
      <w:r>
        <w:rPr/>
        <w:t>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/>
      </w:r>
    </w:p>
    <w:p>
      <w:pPr>
        <w:pStyle w:val="BodyText"/>
        <w:tabs>
          <w:tab w:pos="2739" w:val="left" w:leader="none"/>
        </w:tabs>
        <w:spacing w:line="191" w:lineRule="auto" w:before="24"/>
        <w:ind w:left="740" w:right="0" w:hanging="480"/>
        <w:jc w:val="left"/>
      </w:pPr>
      <w:r>
        <w:rPr>
          <w:color w:val="0000FF"/>
        </w:rPr>
        <w:t>P </w:t>
      </w:r>
      <w:r>
        <w:rPr>
          <w:color w:val="0000FF"/>
          <w:spacing w:val="28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NICK_NAME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>
          <w:color w:val="007F00"/>
          <w:spacing w:val="28"/>
        </w:rPr>
        <w:t> </w:t>
      </w:r>
      <w:r>
        <w:rPr>
          <w:w w:val="95"/>
        </w:rPr>
        <w:t>UPDATED_DATE</w:t>
        <w:tab/>
      </w:r>
      <w:r>
        <w:rPr>
          <w:color w:val="007F00"/>
        </w:rPr>
        <w:t>DATE</w:t>
      </w:r>
      <w:r>
        <w:rPr>
          <w:color w:val="007F00"/>
          <w:spacing w:val="22"/>
          <w:w w:val="99"/>
        </w:rPr>
        <w:t> </w:t>
      </w: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14" w:lineRule="exact"/>
        <w:ind w:left="260" w:right="0"/>
        <w:jc w:val="left"/>
      </w:pPr>
      <w:r>
        <w:rPr/>
        <w:br w:type="column"/>
      </w:r>
      <w:r>
        <w:rPr/>
        <w:t>PHARMACY_PK</w:t>
      </w:r>
      <w:r>
        <w:rPr>
          <w:spacing w:val="-30"/>
        </w:rPr>
        <w:t> </w:t>
      </w:r>
      <w:r>
        <w:rPr>
          <w:spacing w:val="1"/>
        </w:rPr>
        <w:t>(PHARMACY_ID)</w:t>
      </w:r>
      <w:r>
        <w:rPr/>
      </w:r>
    </w:p>
    <w:p>
      <w:pPr>
        <w:spacing w:after="0" w:line="214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4481" w:space="599"/>
            <w:col w:w="4241" w:space="4299"/>
            <w:col w:w="6580"/>
          </w:cols>
        </w:sectPr>
      </w:pPr>
    </w:p>
    <w:p>
      <w:pPr>
        <w:pStyle w:val="BodyText"/>
        <w:spacing w:line="273" w:lineRule="auto" w:before="49"/>
        <w:ind w:left="600" w:right="0"/>
        <w:jc w:val="left"/>
      </w:pPr>
      <w:r>
        <w:rPr/>
        <w:pict>
          <v:group style="position:absolute;margin-left:17.5pt;margin-top:.5pt;width:989pt;height:852pt;mso-position-horizontal-relative:page;mso-position-vertical-relative:page;z-index:-8992" coordorigin="350,10" coordsize="19780,17040">
            <v:group style="position:absolute;left:5560;top:14080;width:8240;height:2" coordorigin="5560,14080" coordsize="8240,2">
              <v:shape style="position:absolute;left:5560;top:14080;width:8240;height:2" coordorigin="5560,14080" coordsize="8240,0" path="m5560,14080l13800,14080e" filled="false" stroked="true" strokeweight="1pt" strokecolor="#000000">
                <v:path arrowok="t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560,14000l5400,14080,5560,14160,5560,14000xe" filled="true" fillcolor="#000000" stroked="false">
                <v:path arrowok="t"/>
                <v:fill type="solid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400,14080l5560,14000,5560,14160,5400,14080xe" filled="false" stroked="true" strokeweight="1pt" strokecolor="#000000">
                <v:path arrowok="t"/>
              </v:shape>
            </v:group>
            <v:group style="position:absolute;left:13560;top:13960;width:240;height:240" coordorigin="13560,13960" coordsize="240,240">
              <v:shape style="position:absolute;left:13560;top:13960;width:240;height:240" coordorigin="13560,13960" coordsize="240,240" path="m13800,14200l13560,14080,13800,13960e" filled="false" stroked="true" strokeweight="1pt" strokecolor="#000000">
                <v:path arrowok="t"/>
              </v:shape>
            </v:group>
            <v:group style="position:absolute;left:13548;top:13960;width:2;height:240" coordorigin="13548,13960" coordsize="2,240">
              <v:shape style="position:absolute;left:13548;top:13960;width:2;height:240" coordorigin="13548,13960" coordsize="0,240" path="m13548,14200l13548,13960e" filled="false" stroked="true" strokeweight="1pt" strokecolor="#000000">
                <v:path arrowok="t"/>
              </v:shape>
            </v:group>
            <v:group style="position:absolute;left:6200;top:1460;width:860;height:2" coordorigin="6200,1460" coordsize="860,2">
              <v:shape style="position:absolute;left:6200;top:1460;width:860;height:2" coordorigin="6200,1460" coordsize="860,0" path="m7060,1460l6200,1460e" filled="false" stroked="true" strokeweight="1pt" strokecolor="#000000">
                <v:path arrowok="t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060,1380l7060,1540,7220,1460,7060,1380xe" filled="true" fillcolor="#000000" stroked="false">
                <v:path arrowok="t"/>
                <v:fill type="solid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220,1460l7060,1540,7060,1380,7220,1460xe" filled="false" stroked="true" strokeweight="1pt" strokecolor="#000000">
                <v:path arrowok="t"/>
              </v:shape>
            </v:group>
            <v:group style="position:absolute;left:6200;top:1340;width:240;height:240" coordorigin="6200,1340" coordsize="240,240">
              <v:shape style="position:absolute;left:6200;top:1340;width:240;height:240" coordorigin="6200,1340" coordsize="240,240" path="m6200,1340l6440,1460,6200,1580e" filled="false" stroked="true" strokeweight="1pt" strokecolor="#000000">
                <v:path arrowok="t"/>
              </v:shape>
            </v:group>
            <v:group style="position:absolute;left:6452;top:940;width:2;height:840" coordorigin="6452,940" coordsize="2,840">
              <v:shape style="position:absolute;left:6452;top:940;width:2;height:840" coordorigin="6452,940" coordsize="0,840" path="m6452,940l6452,1780e" filled="false" stroked="true" strokeweight="1pt" strokecolor="#000000">
                <v:path arrowok="t"/>
              </v:shape>
            </v:group>
            <v:group style="position:absolute;left:6200;top:2060;width:860;height:2" coordorigin="6200,2060" coordsize="860,2">
              <v:shape style="position:absolute;left:6200;top:2060;width:860;height:2" coordorigin="6200,2060" coordsize="860,0" path="m7060,2060l6200,2060e" filled="false" stroked="true" strokeweight="1pt" strokecolor="#000000">
                <v:path arrowok="t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060,1980l7060,2140,7220,2060,7060,1980xe" filled="true" fillcolor="#000000" stroked="false">
                <v:path arrowok="t"/>
                <v:fill type="solid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220,2060l7060,2140,7060,1980,7220,2060xe" filled="false" stroked="true" strokeweight="1pt" strokecolor="#000000">
                <v:path arrowok="t"/>
              </v:shape>
            </v:group>
            <v:group style="position:absolute;left:6200;top:1940;width:240;height:240" coordorigin="6200,1940" coordsize="240,240">
              <v:shape style="position:absolute;left:6200;top:1940;width:240;height:240" coordorigin="6200,1940" coordsize="240,240" path="m6200,1940l6440,2060,6200,2180e" filled="false" stroked="true" strokeweight="1pt" strokecolor="#000000">
                <v:path arrowok="t"/>
              </v:shape>
            </v:group>
            <v:group style="position:absolute;left:6452;top:1740;width:2;height:640" coordorigin="6452,1740" coordsize="2,640">
              <v:shape style="position:absolute;left:6452;top:1740;width:2;height:640" coordorigin="6452,1740" coordsize="0,640" path="m6452,1740l6452,2380e" filled="false" stroked="true" strokeweight="1pt" strokecolor="#000000">
                <v:path arrowok="t"/>
              </v:shape>
            </v:group>
            <v:group style="position:absolute;left:6200;top:1860;width:860;height:2" coordorigin="6200,1860" coordsize="860,2">
              <v:shape style="position:absolute;left:6200;top:1860;width:860;height:2" coordorigin="6200,1860" coordsize="860,0" path="m7060,1860l6200,1860e" filled="false" stroked="true" strokeweight="1pt" strokecolor="#000000">
                <v:path arrowok="t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060,1780l7060,1940,7220,1860,7060,1780xe" filled="true" fillcolor="#000000" stroked="false">
                <v:path arrowok="t"/>
                <v:fill type="solid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220,1860l7060,1940,7060,1780,7220,1860xe" filled="false" stroked="true" strokeweight="1pt" strokecolor="#000000">
                <v:path arrowok="t"/>
              </v:shape>
            </v:group>
            <v:group style="position:absolute;left:6200;top:1740;width:240;height:240" coordorigin="6200,1740" coordsize="240,240">
              <v:shape style="position:absolute;left:6200;top:1740;width:240;height:240" coordorigin="6200,1740" coordsize="240,240" path="m6200,1740l6440,1860,6200,1980e" filled="false" stroked="true" strokeweight="1pt" strokecolor="#000000">
                <v:path arrowok="t"/>
              </v:shape>
            </v:group>
            <v:group style="position:absolute;left:6200;top:1660;width:860;height:2" coordorigin="6200,1660" coordsize="860,2">
              <v:shape style="position:absolute;left:6200;top:1660;width:860;height:2" coordorigin="6200,1660" coordsize="860,0" path="m7060,1660l6200,1660e" filled="false" stroked="true" strokeweight="1pt" strokecolor="#000000">
                <v:path arrowok="t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060,1580l7060,1740,7220,1660,7060,1580xe" filled="true" fillcolor="#000000" stroked="false">
                <v:path arrowok="t"/>
                <v:fill type="solid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220,1660l7060,1740,7060,1580,7220,1660xe" filled="false" stroked="true" strokeweight="1pt" strokecolor="#000000">
                <v:path arrowok="t"/>
              </v:shape>
            </v:group>
            <v:group style="position:absolute;left:6200;top:1540;width:240;height:240" coordorigin="6200,1540" coordsize="240,240">
              <v:shape style="position:absolute;left:6200;top:1540;width:240;height:240" coordorigin="6200,1540" coordsize="240,240" path="m6200,1540l6440,1660,6200,1780e" filled="false" stroked="true" strokeweight="1pt" strokecolor="#000000">
                <v:path arrowok="t"/>
              </v:shape>
            </v:group>
            <v:group style="position:absolute;left:6200;top:1260;width:860;height:2" coordorigin="6200,1260" coordsize="860,2">
              <v:shape style="position:absolute;left:6200;top:1260;width:860;height:2" coordorigin="6200,1260" coordsize="860,0" path="m7060,1260l6200,1260e" filled="false" stroked="true" strokeweight="1pt" strokecolor="#000000">
                <v:path arrowok="t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060,1180l7060,1340,7220,1260,7060,1180xe" filled="true" fillcolor="#000000" stroked="false">
                <v:path arrowok="t"/>
                <v:fill type="solid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220,1260l7060,1340,7060,1180,7220,1260xe" filled="false" stroked="true" strokeweight="1pt" strokecolor="#000000">
                <v:path arrowok="t"/>
              </v:shape>
            </v:group>
            <v:group style="position:absolute;left:6200;top:1140;width:240;height:240" coordorigin="6200,1140" coordsize="240,240">
              <v:shape style="position:absolute;left:6200;top:1140;width:240;height:240" coordorigin="6200,1140" coordsize="240,240" path="m6200,1140l6440,1260,6200,1380e" filled="false" stroked="true" strokeweight="1pt" strokecolor="#000000">
                <v:path arrowok="t"/>
              </v:shape>
            </v:group>
            <v:group style="position:absolute;left:6200;top:2260;width:860;height:2" coordorigin="6200,2260" coordsize="860,2">
              <v:shape style="position:absolute;left:6200;top:2260;width:860;height:2" coordorigin="6200,2260" coordsize="860,0" path="m7060,2260l6200,2260e" filled="false" stroked="true" strokeweight="1pt" strokecolor="#000000">
                <v:path arrowok="t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060,2180l7060,2340,7220,2260,7060,2180xe" filled="true" fillcolor="#000000" stroked="false">
                <v:path arrowok="t"/>
                <v:fill type="solid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220,2260l7060,2340,7060,2180,7220,2260xe" filled="false" stroked="true" strokeweight="1pt" strokecolor="#000000">
                <v:path arrowok="t"/>
              </v:shape>
            </v:group>
            <v:group style="position:absolute;left:6200;top:2140;width:240;height:240" coordorigin="6200,2140" coordsize="240,240">
              <v:shape style="position:absolute;left:6200;top:2140;width:240;height:240" coordorigin="6200,2140" coordsize="240,240" path="m6200,2140l6440,2260,6200,2380e" filled="false" stroked="true" strokeweight="1pt" strokecolor="#000000">
                <v:path arrowok="t"/>
              </v:shape>
            </v:group>
            <v:group style="position:absolute;left:6200;top:1060;width:860;height:2" coordorigin="6200,1060" coordsize="860,2">
              <v:shape style="position:absolute;left:6200;top:1060;width:860;height:2" coordorigin="6200,1060" coordsize="860,0" path="m7060,1060l6200,1060e" filled="false" stroked="true" strokeweight="1pt" strokecolor="#000000">
                <v:path arrowok="t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060,980l7060,1140,7220,1060,7060,980xe" filled="true" fillcolor="#000000" stroked="false">
                <v:path arrowok="t"/>
                <v:fill type="solid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220,1060l7060,1140,7060,980,7220,1060xe" filled="false" stroked="true" strokeweight="1pt" strokecolor="#000000">
                <v:path arrowok="t"/>
              </v:shape>
            </v:group>
            <v:group style="position:absolute;left:6200;top:940;width:240;height:240" coordorigin="6200,940" coordsize="240,240">
              <v:shape style="position:absolute;left:6200;top:940;width:240;height:240" coordorigin="6200,940" coordsize="240,240" path="m6200,940l6440,1060,6200,1180e" filled="false" stroked="true" strokeweight="1pt" strokecolor="#000000">
                <v:path arrowok="t"/>
              </v:shape>
            </v:group>
            <v:group style="position:absolute;left:3480;top:7960;width:2;height:620" coordorigin="3480,7960" coordsize="2,620">
              <v:shape style="position:absolute;left:3480;top:7960;width:2;height:620" coordorigin="3480,7960" coordsize="0,620" path="m3480,7960l3480,8580e" filled="false" stroked="true" strokeweight="1pt" strokecolor="#000000">
                <v:path arrowok="t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400,7960,3560,7960,3480,7800xe" filled="true" fillcolor="#000000" stroked="false">
                <v:path arrowok="t"/>
                <v:fill type="solid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560,7960,3400,7960,3480,7800xe" filled="false" stroked="true" strokeweight="1pt" strokecolor="#000000">
                <v:path arrowok="t"/>
              </v:shape>
            </v:group>
            <v:group style="position:absolute;left:3360;top:8340;width:240;height:240" coordorigin="3360,8340" coordsize="240,240">
              <v:shape style="position:absolute;left:3360;top:8340;width:240;height:240" coordorigin="3360,8340" coordsize="240,240" path="m3360,8580l3480,8340,3600,8580e" filled="false" stroked="true" strokeweight="1pt" strokecolor="#000000">
                <v:path arrowok="t"/>
              </v:shape>
            </v:group>
            <v:group style="position:absolute;left:3360;top:8328;width:240;height:2" coordorigin="3360,8328" coordsize="240,2">
              <v:shape style="position:absolute;left:3360;top:8328;width:240;height:2" coordorigin="3360,8328" coordsize="240,0" path="m3360,8328l3600,8328e" filled="false" stroked="true" strokeweight="1pt" strokecolor="#000000">
                <v:path arrowok="t"/>
              </v:shape>
            </v:group>
            <v:group style="position:absolute;left:11400;top:3320;width:2;height:400" coordorigin="11400,3320" coordsize="2,400">
              <v:shape style="position:absolute;left:11400;top:3320;width:2;height:400" coordorigin="11400,3320" coordsize="0,400" path="m11400,3320l11400,3720e" filled="false" stroked="true" strokeweight="1pt" strokecolor="#000000">
                <v:path arrowok="t"/>
              </v:shape>
            </v:group>
            <v:group style="position:absolute;left:11320;top:3160;width:160;height:160" coordorigin="11320,3160" coordsize="160,160">
              <v:shape style="position:absolute;left:11320;top:3160;width:160;height:160" coordorigin="11320,3160" coordsize="160,160" path="m11400,3160l11320,3320,11480,3320,11400,3160xe" filled="true" fillcolor="#000000" stroked="false">
                <v:path arrowok="t"/>
                <v:fill type="solid"/>
              </v:shape>
            </v:group>
            <v:group style="position:absolute;left:11320;top:3160;width:160;height:160" coordorigin="11320,3160" coordsize="160,160">
              <v:shape style="position:absolute;left:11320;top:3160;width:160;height:160" coordorigin="11320,3160" coordsize="160,160" path="m11400,3160l11480,3320,11320,3320,11400,3160xe" filled="false" stroked="true" strokeweight="1pt" strokecolor="#000000">
                <v:path arrowok="t"/>
              </v:shape>
            </v:group>
            <v:group style="position:absolute;left:11280;top:3480;width:240;height:240" coordorigin="11280,3480" coordsize="240,240">
              <v:shape style="position:absolute;left:11280;top:3480;width:240;height:240" coordorigin="11280,3480" coordsize="240,240" path="m11280,3720l11400,3480,11520,3720e" filled="false" stroked="true" strokeweight="1pt" strokecolor="#000000">
                <v:path arrowok="t"/>
              </v:shape>
            </v:group>
            <v:group style="position:absolute;left:11280;top:3468;width:240;height:2" coordorigin="11280,3468" coordsize="240,2">
              <v:shape style="position:absolute;left:11280;top:3468;width:240;height:2" coordorigin="11280,3468" coordsize="240,0" path="m11280,3468l11520,3468e" filled="false" stroked="true" strokeweight="1pt" strokecolor="#000000">
                <v:path arrowok="t"/>
              </v:shape>
            </v:group>
            <v:group style="position:absolute;left:6200;top:3480;width:7440;height:2" coordorigin="6200,3480" coordsize="7440,2">
              <v:shape style="position:absolute;left:6200;top:3480;width:7440;height:2" coordorigin="6200,3480" coordsize="7440,0" path="m13640,3480l6200,3480e" filled="false" stroked="true" strokeweight="1pt" strokecolor="#000000">
                <v:path arrowok="t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640,3400l13640,3560,13800,3480,13640,3400xe" filled="true" fillcolor="#000000" stroked="false">
                <v:path arrowok="t"/>
                <v:fill type="solid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800,3480l13640,3560,13640,3400,13800,3480xe" filled="false" stroked="true" strokeweight="1pt" strokecolor="#000000">
                <v:path arrowok="t"/>
              </v:shape>
            </v:group>
            <v:group style="position:absolute;left:6200;top:3360;width:240;height:240" coordorigin="6200,3360" coordsize="240,240">
              <v:shape style="position:absolute;left:6200;top:3360;width:240;height:240" coordorigin="6200,3360" coordsize="240,240" path="m6200,3360l6440,3480,6200,3600e" filled="false" stroked="true" strokeweight="1pt" strokecolor="#000000">
                <v:path arrowok="t"/>
              </v:shape>
            </v:group>
            <v:group style="position:absolute;left:6452;top:3360;width:2;height:240" coordorigin="6452,3360" coordsize="2,240">
              <v:shape style="position:absolute;left:6452;top:3360;width:2;height:240" coordorigin="6452,3360" coordsize="0,240" path="m6452,3360l6452,3600e" filled="false" stroked="true" strokeweight="1pt" strokecolor="#000000">
                <v:path arrowok="t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true" fillcolor="#ffffb3" stroked="false">
                <v:path arrowok="t"/>
                <v:fill type="solid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false" stroked="true" strokeweight="1pt" strokecolor="#0000ff">
                <v:path arrowok="t"/>
              </v:shape>
            </v:group>
            <v:group style="position:absolute;left:360;top:520;width:5800;height:2" coordorigin="360,520" coordsize="5800,2">
              <v:shape style="position:absolute;left:360;top:520;width:5800;height:2" coordorigin="360,520" coordsize="5800,0" path="m360,520l6160,520e" filled="false" stroked="true" strokeweight="1pt" strokecolor="#0000ff">
                <v:path arrowok="t"/>
              </v:shape>
            </v:group>
            <v:group style="position:absolute;left:360;top:5120;width:5800;height:2" coordorigin="360,5120" coordsize="5800,2">
              <v:shape style="position:absolute;left:360;top:5120;width:5800;height:2" coordorigin="360,5120" coordsize="5800,0" path="m360,5120l6160,5120e" filled="false" stroked="true" strokeweight="1pt" strokecolor="#0000ff">
                <v:path arrowok="t"/>
              </v:shape>
              <v:shape style="position:absolute;left:400;top:5260;width:260;height:160" type="#_x0000_t75" stroked="false">
                <v:imagedata r:id="rId5" o:title=""/>
              </v:shape>
            </v:group>
            <v:group style="position:absolute;left:360;top:5520;width:5800;height:2" coordorigin="360,5520" coordsize="5800,2">
              <v:shape style="position:absolute;left:360;top:5520;width:5800;height:2" coordorigin="360,5520" coordsize="5800,0" path="m360,5520l6160,5520e" filled="false" stroked="true" strokeweight="1pt" strokecolor="#0000ff">
                <v:path arrowok="t"/>
              </v:shape>
              <v:shape style="position:absolute;left:400;top:5600;width:280;height:2200" type="#_x0000_t75" stroked="false">
                <v:imagedata r:id="rId8" o:title=""/>
              </v:shape>
            </v:group>
            <v:group style="position:absolute;left:5960;top:7560;width:160;height:160" coordorigin="5960,7560" coordsize="160,160">
              <v:shape style="position:absolute;left:5960;top:7560;width:160;height:160" coordorigin="5960,7560" coordsize="160,160" path="m6120,7560l5960,7560,6040,7720,6120,7560xe" filled="true" fillcolor="#0000ff" stroked="false">
                <v:path arrowok="t"/>
                <v:fill type="solid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true" fillcolor="#ffffb3" stroked="false">
                <v:path arrowok="t"/>
                <v:fill type="solid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false" stroked="true" strokeweight="1pt" strokecolor="#0000ff">
                <v:path arrowok="t"/>
              </v:shape>
            </v:group>
            <v:group style="position:absolute;left:7220;top:460;width:4920;height:2" coordorigin="7220,460" coordsize="4920,2">
              <v:shape style="position:absolute;left:7220;top:460;width:4920;height:2" coordorigin="7220,460" coordsize="4920,0" path="m7220,460l12140,460e" filled="false" stroked="true" strokeweight="1pt" strokecolor="#0000ff">
                <v:path arrowok="t"/>
              </v:shape>
            </v:group>
            <v:group style="position:absolute;left:7220;top:2260;width:4920;height:2" coordorigin="7220,2260" coordsize="4920,2">
              <v:shape style="position:absolute;left:7220;top:2260;width:4920;height:2" coordorigin="7220,2260" coordsize="4920,0" path="m7220,2260l12140,2260e" filled="false" stroked="true" strokeweight="1pt" strokecolor="#0000ff">
                <v:path arrowok="t"/>
              </v:shape>
              <v:shape style="position:absolute;left:7260;top:2400;width:260;height:160" type="#_x0000_t75" stroked="false">
                <v:imagedata r:id="rId5" o:title=""/>
              </v:shape>
            </v:group>
            <v:group style="position:absolute;left:7220;top:2660;width:4920;height:2" coordorigin="7220,2660" coordsize="4920,2">
              <v:shape style="position:absolute;left:7220;top:2660;width:4920;height:2" coordorigin="7220,2660" coordsize="4920,0" path="m7220,2660l12140,2660e" filled="false" stroked="true" strokeweight="1pt" strokecolor="#0000ff">
                <v:path arrowok="t"/>
              </v:shape>
              <v:shape style="position:absolute;left:7300;top:2780;width:180;height:200" type="#_x0000_t75" stroked="false">
                <v:imagedata r:id="rId6" o:title=""/>
              </v:shape>
            </v:group>
            <v:group style="position:absolute;left:12900;top:7140;width:740;height:2" coordorigin="12900,7140" coordsize="740,2">
              <v:shape style="position:absolute;left:12900;top:7140;width:740;height:2" coordorigin="12900,7140" coordsize="740,0" path="m13640,7140l12900,7140e" filled="false" stroked="true" strokeweight="1pt" strokecolor="#000000">
                <v:path arrowok="t"/>
              </v:shape>
            </v:group>
            <v:group style="position:absolute;left:13640;top:7060;width:160;height:160" coordorigin="13640,7060" coordsize="160,160">
              <v:shape style="position:absolute;left:13640;top:7060;width:160;height:160" coordorigin="13640,7060" coordsize="160,160" path="m13640,7060l13640,7220,13800,7140,13640,7060xe" filled="true" fillcolor="#000000" stroked="false">
                <v:path arrowok="t"/>
                <v:fill type="solid"/>
              </v:shape>
            </v:group>
            <v:group style="position:absolute;left:13640;top:7060;width:160;height:160" coordorigin="13640,7060" coordsize="160,160">
              <v:shape style="position:absolute;left:13640;top:7060;width:160;height:160" coordorigin="13640,7060" coordsize="160,160" path="m13800,7140l13640,7220,13640,7060,13800,7140xe" filled="false" stroked="true" strokeweight="1pt" strokecolor="#000000">
                <v:path arrowok="t"/>
              </v:shape>
            </v:group>
            <v:group style="position:absolute;left:12900;top:7020;width:240;height:240" coordorigin="12900,7020" coordsize="240,240">
              <v:shape style="position:absolute;left:12900;top:7020;width:240;height:240" coordorigin="12900,7020" coordsize="240,240" path="m12900,7020l13140,7140,12900,7260e" filled="false" stroked="true" strokeweight="1pt" strokecolor="#000000">
                <v:path arrowok="t"/>
              </v:shape>
            </v:group>
            <v:group style="position:absolute;left:13152;top:7020;width:2;height:240" coordorigin="13152,7020" coordsize="2,240">
              <v:shape style="position:absolute;left:13152;top:7020;width:2;height:240" coordorigin="13152,7020" coordsize="0,240" path="m13152,7020l13152,7260e" filled="false" stroked="true" strokeweight="1pt" strokecolor="#000000">
                <v:path arrowok="t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true" fillcolor="#ffffb3" stroked="false">
                <v:path arrowok="t"/>
                <v:fill type="solid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false" stroked="true" strokeweight="1pt" strokecolor="#0000ff">
                <v:path arrowok="t"/>
              </v:shape>
            </v:group>
            <v:group style="position:absolute;left:13800;top:380;width:6300;height:2" coordorigin="13800,380" coordsize="6300,2">
              <v:shape style="position:absolute;left:13800;top:380;width:6300;height:2" coordorigin="13800,380" coordsize="6300,0" path="m13800,380l20100,380e" filled="false" stroked="true" strokeweight="1pt" strokecolor="#0000ff">
                <v:path arrowok="t"/>
              </v:shape>
            </v:group>
            <v:group style="position:absolute;left:13800;top:13940;width:6300;height:2" coordorigin="13800,13940" coordsize="6300,2">
              <v:shape style="position:absolute;left:13800;top:13940;width:6300;height:2" coordorigin="13800,13940" coordsize="6300,0" path="m13800,13940l20100,13940e" filled="false" stroked="true" strokeweight="1pt" strokecolor="#0000ff">
                <v:path arrowok="t"/>
              </v:shape>
              <v:shape style="position:absolute;left:13840;top:14080;width:260;height:160" type="#_x0000_t75" stroked="false">
                <v:imagedata r:id="rId5" o:title=""/>
              </v:shape>
            </v:group>
            <v:group style="position:absolute;left:13800;top:14340;width:6300;height:2" coordorigin="13800,14340" coordsize="6300,2">
              <v:shape style="position:absolute;left:13800;top:14340;width:6300;height:2" coordorigin="13800,14340" coordsize="6300,0" path="m13800,14340l20100,14340e" filled="false" stroked="true" strokeweight="1pt" strokecolor="#0000ff">
                <v:path arrowok="t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10060;top:9660;width:2;height:660" coordorigin="10060,9660" coordsize="2,660">
              <v:shape style="position:absolute;left:10060;top:9660;width:2;height:660" coordorigin="10060,9660" coordsize="0,660" path="m10060,9660l10060,10320e" filled="false" stroked="true" strokeweight="1pt" strokecolor="#000000">
                <v:path arrowok="t"/>
              </v:shape>
            </v:group>
            <v:group style="position:absolute;left:9980;top:9500;width:160;height:160" coordorigin="9980,9500" coordsize="160,160">
              <v:shape style="position:absolute;left:9980;top:9500;width:160;height:160" coordorigin="9980,9500" coordsize="160,160" path="m10060,9500l9980,9660,10140,9660,10060,9500xe" filled="true" fillcolor="#000000" stroked="false">
                <v:path arrowok="t"/>
                <v:fill type="solid"/>
              </v:shape>
            </v:group>
            <v:group style="position:absolute;left:9980;top:9500;width:160;height:160" coordorigin="9980,9500" coordsize="160,160">
              <v:shape style="position:absolute;left:9980;top:9500;width:160;height:160" coordorigin="9980,9500" coordsize="160,160" path="m10060,9500l10140,9660,9980,9660,10060,9500xe" filled="false" stroked="true" strokeweight="1pt" strokecolor="#000000">
                <v:path arrowok="t"/>
              </v:shape>
            </v:group>
            <v:group style="position:absolute;left:9940;top:10080;width:240;height:240" coordorigin="9940,10080" coordsize="240,240">
              <v:shape style="position:absolute;left:9940;top:10080;width:240;height:240" coordorigin="9940,10080" coordsize="240,240" path="m9940,10320l10060,10080,10180,10320e" filled="false" stroked="true" strokeweight="1pt" strokecolor="#000000">
                <v:path arrowok="t"/>
              </v:shape>
            </v:group>
            <v:group style="position:absolute;left:9940;top:10068;width:240;height:2" coordorigin="9940,10068" coordsize="240,2">
              <v:shape style="position:absolute;left:9940;top:10068;width:240;height:2" coordorigin="9940,10068" coordsize="240,0" path="m9940,10068l10180,10068e" filled="false" stroked="true" strokeweight="1pt" strokecolor="#000000">
                <v:path arrowok="t"/>
              </v:shape>
            </v:group>
            <v:group style="position:absolute;left:7060;top:3720;width:5820;height:5760" coordorigin="7060,3720" coordsize="5820,5760">
              <v:shape style="position:absolute;left:7060;top:3720;width:5820;height:5760" coordorigin="7060,3720" coordsize="5820,5760" path="m7060,3720l12880,3720,12880,9480,7060,9480,7060,3720xe" filled="true" fillcolor="#ffffb3" stroked="false">
                <v:path arrowok="t"/>
                <v:fill type="solid"/>
              </v:shape>
            </v:group>
            <v:group style="position:absolute;left:7060;top:3720;width:5820;height:5760" coordorigin="7060,3720" coordsize="5820,5760">
              <v:shape style="position:absolute;left:7060;top:3720;width:5820;height:5760" coordorigin="7060,3720" coordsize="5820,5760" path="m7060,3720l12880,3720,12880,9480,7060,9480,7060,3720xe" filled="false" stroked="true" strokeweight="1pt" strokecolor="#0000ff">
                <v:path arrowok="t"/>
              </v:shape>
            </v:group>
            <v:group style="position:absolute;left:7060;top:4080;width:5800;height:2" coordorigin="7060,4080" coordsize="5800,2">
              <v:shape style="position:absolute;left:7060;top:4080;width:5800;height:2" coordorigin="7060,4080" coordsize="5800,0" path="m7060,4080l12860,4080e" filled="false" stroked="true" strokeweight="1pt" strokecolor="#0000ff">
                <v:path arrowok="t"/>
              </v:shape>
            </v:group>
            <v:group style="position:absolute;left:7060;top:7280;width:5800;height:2" coordorigin="7060,7280" coordsize="5800,2">
              <v:shape style="position:absolute;left:7060;top:7280;width:5800;height:2" coordorigin="7060,7280" coordsize="5800,0" path="m7060,7280l12860,7280e" filled="false" stroked="true" strokeweight="1pt" strokecolor="#0000ff">
                <v:path arrowok="t"/>
              </v:shape>
              <v:shape style="position:absolute;left:7100;top:7420;width:260;height:160" type="#_x0000_t75" stroked="false">
                <v:imagedata r:id="rId5" o:title=""/>
              </v:shape>
            </v:group>
            <v:group style="position:absolute;left:7060;top:7680;width:5800;height:2" coordorigin="7060,7680" coordsize="5800,2">
              <v:shape style="position:absolute;left:7060;top:7680;width:5800;height:2" coordorigin="7060,7680" coordsize="5800,0" path="m7060,7680l12860,7680e" filled="false" stroked="true" strokeweight="1pt" strokecolor="#0000ff">
                <v:path arrowok="t"/>
              </v:shape>
              <v:shape style="position:absolute;left:7100;top:7760;width:280;height:560" type="#_x0000_t75" stroked="false">
                <v:imagedata r:id="rId9" o:title=""/>
              </v:shape>
            </v:group>
            <v:group style="position:absolute;left:7060;top:8360;width:5800;height:2" coordorigin="7060,8360" coordsize="5800,2">
              <v:shape style="position:absolute;left:7060;top:8360;width:5800;height:2" coordorigin="7060,8360" coordsize="5800,0" path="m7060,8360l12860,8360e" filled="false" stroked="true" strokeweight="1pt" strokecolor="#0000ff">
                <v:path arrowok="t"/>
              </v:shape>
              <v:shape style="position:absolute;left:7140;top:8480;width:180;height:200" type="#_x0000_t75" stroked="false">
                <v:imagedata r:id="rId6" o:title=""/>
              </v:shape>
              <v:shape style="position:absolute;left:7140;top:8760;width:180;height:200" type="#_x0000_t75" stroked="false">
                <v:imagedata r:id="rId6" o:title="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true" fillcolor="#ffffb3" stroked="false">
                <v:path arrowok="t"/>
                <v:fill type="solid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false" stroked="true" strokeweight="1pt" strokecolor="#0000ff">
                <v:path arrowok="t"/>
              </v:shape>
            </v:group>
            <v:group style="position:absolute;left:380;top:8940;width:6100;height:2" coordorigin="380,8940" coordsize="6100,2">
              <v:shape style="position:absolute;left:380;top:8940;width:6100;height:2" coordorigin="380,8940" coordsize="6100,0" path="m380,8940l6480,8940e" filled="false" stroked="true" strokeweight="1pt" strokecolor="#0000ff">
                <v:path arrowok="t"/>
              </v:shape>
            </v:group>
            <v:group style="position:absolute;left:380;top:12140;width:6100;height:2" coordorigin="380,12140" coordsize="6100,2">
              <v:shape style="position:absolute;left:380;top:12140;width:6100;height:2" coordorigin="380,12140" coordsize="6100,0" path="m380,12140l6480,12140e" filled="false" stroked="true" strokeweight="1pt" strokecolor="#0000ff">
                <v:path arrowok="t"/>
              </v:shape>
              <v:shape style="position:absolute;left:420;top:12280;width:260;height:160" type="#_x0000_t75" stroked="false">
                <v:imagedata r:id="rId5" o:title=""/>
              </v:shape>
            </v:group>
            <v:group style="position:absolute;left:380;top:12540;width:6100;height:2" coordorigin="380,12540" coordsize="6100,2">
              <v:shape style="position:absolute;left:380;top:12540;width:6100;height:2" coordorigin="380,12540" coordsize="6100,0" path="m380,12540l6480,12540e" filled="false" stroked="true" strokeweight="1pt" strokecolor="#0000ff">
                <v:path arrowok="t"/>
              </v:shape>
              <v:shape style="position:absolute;left:420;top:12620;width:280;height:280" type="#_x0000_t75" stroked="false">
                <v:imagedata r:id="rId10" o:title=""/>
              </v:shape>
            </v:group>
            <v:group style="position:absolute;left:380;top:12940;width:6100;height:2" coordorigin="380,12940" coordsize="6100,2">
              <v:shape style="position:absolute;left:380;top:12940;width:6100;height:2" coordorigin="380,12940" coordsize="6100,0" path="m380,12940l6480,12940e" filled="false" stroked="true" strokeweight="1pt" strokecolor="#0000ff">
                <v:path arrowok="t"/>
              </v:shape>
              <v:shape style="position:absolute;left:460;top:13060;width:180;height:200" type="#_x0000_t75" stroked="false">
                <v:imagedata r:id="rId6" o:title=""/>
              </v:shape>
            </v:group>
            <v:group style="position:absolute;left:7240;top:10320;width:5840;height:3540" coordorigin="7240,10320" coordsize="5840,3540">
              <v:shape style="position:absolute;left:7240;top:10320;width:5840;height:3540" coordorigin="7240,10320" coordsize="5840,3540" path="m7240,10320l13080,10320,13080,13860,7240,13860,7240,10320xe" filled="true" fillcolor="#ffffb3" stroked="false">
                <v:path arrowok="t"/>
                <v:fill type="solid"/>
              </v:shape>
            </v:group>
            <v:group style="position:absolute;left:7240;top:10320;width:5840;height:3540" coordorigin="7240,10320" coordsize="5840,3540">
              <v:shape style="position:absolute;left:7240;top:10320;width:5840;height:3540" coordorigin="7240,10320" coordsize="5840,3540" path="m7240,10320l13080,10320,13080,13860,7240,13860,7240,10320xe" filled="false" stroked="true" strokeweight="1pt" strokecolor="#0000ff">
                <v:path arrowok="t"/>
              </v:shape>
            </v:group>
            <v:group style="position:absolute;left:7240;top:10680;width:5820;height:2" coordorigin="7240,10680" coordsize="5820,2">
              <v:shape style="position:absolute;left:7240;top:10680;width:5820;height:2" coordorigin="7240,10680" coordsize="5820,0" path="m7240,10680l13060,10680e" filled="false" stroked="true" strokeweight="1pt" strokecolor="#0000ff">
                <v:path arrowok="t"/>
              </v:shape>
            </v:group>
            <v:group style="position:absolute;left:7240;top:12200;width:5820;height:2" coordorigin="7240,12200" coordsize="5820,2">
              <v:shape style="position:absolute;left:7240;top:12200;width:5820;height:2" coordorigin="7240,12200" coordsize="5820,0" path="m7240,12200l13060,12200e" filled="false" stroked="true" strokeweight="1pt" strokecolor="#0000ff">
                <v:path arrowok="t"/>
              </v:shape>
              <v:shape style="position:absolute;left:7280;top:12340;width:260;height:160" type="#_x0000_t75" stroked="false">
                <v:imagedata r:id="rId5" o:title=""/>
              </v:shape>
            </v:group>
            <v:group style="position:absolute;left:7240;top:12600;width:5820;height:2" coordorigin="7240,12600" coordsize="5820,2">
              <v:shape style="position:absolute;left:7240;top:12600;width:5820;height:2" coordorigin="7240,12600" coordsize="5820,0" path="m7240,12600l13060,12600e" filled="false" stroked="true" strokeweight="1pt" strokecolor="#0000ff">
                <v:path arrowok="t"/>
              </v:shape>
              <v:shape style="position:absolute;left:7280;top:12680;width:280;height:280" type="#_x0000_t75" stroked="false">
                <v:imagedata r:id="rId10" o:title=""/>
              </v:shape>
            </v:group>
            <v:group style="position:absolute;left:7240;top:13000;width:5820;height:2" coordorigin="7240,13000" coordsize="5820,2">
              <v:shape style="position:absolute;left:7240;top:13000;width:5820;height:2" coordorigin="7240,13000" coordsize="5820,0" path="m7240,13000l13060,13000e" filled="false" stroked="true" strokeweight="1pt" strokecolor="#0000ff">
                <v:path arrowok="t"/>
              </v:shape>
              <v:shape style="position:absolute;left:7320;top:13120;width:180;height:200" type="#_x0000_t75" stroked="false">
                <v:imagedata r:id="rId6" o:title="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true" fillcolor="#ffffb3" stroked="false">
                <v:path arrowok="t"/>
                <v:fill type="solid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false" stroked="true" strokeweight="1pt" strokecolor="#0000ff">
                <v:path arrowok="t"/>
              </v:shape>
            </v:group>
            <v:group style="position:absolute;left:520;top:14160;width:4840;height:2" coordorigin="520,14160" coordsize="4840,2">
              <v:shape style="position:absolute;left:520;top:14160;width:4840;height:2" coordorigin="520,14160" coordsize="4840,0" path="m520,14160l5360,14160e" filled="false" stroked="true" strokeweight="1pt" strokecolor="#0000ff">
                <v:path arrowok="t"/>
              </v:shape>
            </v:group>
            <v:group style="position:absolute;left:520;top:16240;width:4840;height:2" coordorigin="520,16240" coordsize="4840,2">
              <v:shape style="position:absolute;left:520;top:16240;width:4840;height:2" coordorigin="520,16240" coordsize="4840,0" path="m520,16240l5360,16240e" filled="false" stroked="true" strokeweight="1pt" strokecolor="#0000ff">
                <v:path arrowok="t"/>
              </v:shape>
              <v:shape style="position:absolute;left:560;top:16380;width:260;height:160" type="#_x0000_t75" stroked="false">
                <v:imagedata r:id="rId5" o:title=""/>
              </v:shape>
            </v:group>
            <v:group style="position:absolute;left:520;top:16640;width:4840;height:2" coordorigin="520,16640" coordsize="4840,2">
              <v:shape style="position:absolute;left:520;top:16640;width:4840;height:2" coordorigin="520,16640" coordsize="4840,0" path="m520,16640l5360,16640e" filled="false" stroked="true" strokeweight="1pt" strokecolor="#0000ff">
                <v:path arrowok="t"/>
              </v:shape>
              <v:shape style="position:absolute;left:600;top:16760;width:180;height:200" type="#_x0000_t75" stroked="false">
                <v:imagedata r:id="rId6" o:title=""/>
              </v:shape>
            </v:group>
            <w10:wrap type="none"/>
          </v:group>
        </w:pict>
      </w:r>
      <w:r>
        <w:rPr/>
        <w:pict>
          <v:group style="position:absolute;margin-left:746.5pt;margin-top:730.5pt;width:273pt;height:104.55pt;mso-position-horizontal-relative:page;mso-position-vertical-relative:page;z-index:1072" coordorigin="14930,14610" coordsize="5460,2091">
            <v:group style="position:absolute;left:14940;top:14620;width:5440;height:2040" coordorigin="14940,14620" coordsize="5440,2040">
              <v:shape style="position:absolute;left:14940;top:14620;width:5440;height:2040" coordorigin="14940,14620" coordsize="5440,2040" path="m14940,14620l20380,14620,20380,16660,14940,16660,14940,14620xe" filled="true" fillcolor="#ffffb3" stroked="false">
                <v:path arrowok="t"/>
                <v:fill type="solid"/>
              </v:shape>
            </v:group>
            <v:group style="position:absolute;left:14940;top:14620;width:5440;height:2040" coordorigin="14940,14620" coordsize="5440,2040">
              <v:shape style="position:absolute;left:14940;top:14620;width:5440;height:2040" coordorigin="14940,14620" coordsize="5440,2040" path="m14940,14620l20380,14620,20380,16660,14940,16660,14940,14620xe" filled="false" stroked="true" strokeweight="1pt" strokecolor="#0000ff">
                <v:path arrowok="t"/>
              </v:shape>
            </v:group>
            <v:group style="position:absolute;left:14940;top:14980;width:5420;height:2" coordorigin="14940,14980" coordsize="5420,2">
              <v:shape style="position:absolute;left:14940;top:14980;width:5420;height:2" coordorigin="14940,14980" coordsize="5420,0" path="m14940,14980l20360,14980e" filled="false" stroked="true" strokeweight="1pt" strokecolor="#0000ff">
                <v:path arrowok="t"/>
              </v:shape>
            </v:group>
            <v:group style="position:absolute;left:20160;top:16440;width:160;height:160" coordorigin="20160,16440" coordsize="160,160">
              <v:shape style="position:absolute;left:20160;top:16440;width:160;height:160" coordorigin="20160,16440" coordsize="160,160" path="m20320,16440l20160,16440,20240,16600,20320,16440xe" filled="true" fillcolor="#0000ff" stroked="false">
                <v:path arrowok="t"/>
                <v:fill type="solid"/>
              </v:shape>
            </v:group>
            <v:group style="position:absolute;left:20160;top:16440;width:160;height:160" coordorigin="20160,16440" coordsize="160,160">
              <v:shape style="position:absolute;left:20160;top:16440;width:160;height:160" coordorigin="20160,16440" coordsize="160,160" path="m20320,16440l20160,16440,20240,16600,20320,16440xe" filled="true" fillcolor="#0000ff" stroked="false">
                <v:path arrowok="t"/>
                <v:fill type="solid"/>
              </v:shape>
              <v:shape style="position:absolute;left:14930;top:14610;width:5460;height:2091" type="#_x0000_t202" filled="false" stroked="false">
                <v:textbox inset="0,0,0,0">
                  <w:txbxContent>
                    <w:p>
                      <w:pPr>
                        <w:spacing w:line="344" w:lineRule="exact" w:before="0"/>
                        <w:ind w:left="11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pacing w:val="3"/>
                          <w:sz w:val="20"/>
                        </w:rPr>
                        <w:t>erx.NCPDP_ECL_CODE_LOOKUP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39" w:val="left" w:leader="none"/>
                        </w:tabs>
                        <w:spacing w:line="315" w:lineRule="exact" w:before="9"/>
                        <w:ind w:left="0" w:right="751" w:firstLine="0"/>
                        <w:jc w:val="center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z w:val="20"/>
                        </w:rPr>
                        <w:t>P </w:t>
                      </w:r>
                      <w:r>
                        <w:rPr>
                          <w:rFonts w:ascii="Arial Unicode MS"/>
                          <w:color w:val="0000FF"/>
                          <w:spacing w:val="21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FF0000"/>
                          <w:sz w:val="20"/>
                        </w:rPr>
                        <w:t>*</w:t>
                      </w:r>
                      <w:r>
                        <w:rPr>
                          <w:rFonts w:ascii="Arial Unicode MS"/>
                          <w:color w:val="FF0000"/>
                          <w:spacing w:val="54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NCPDP_ECL_CD_LKUP_ID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NUMBER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80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CODE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(15)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80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DESCRIPTION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191" w:lineRule="auto" w:before="24"/>
                        <w:ind w:left="530" w:right="167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NCPDP_CODE_DESCRIPTION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color w:val="007F00"/>
                          <w:spacing w:val="4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UPDATED_DATE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77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CREATED_DATE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>
          <w:spacing w:val="29"/>
          <w:w w:val="99"/>
        </w:rPr>
        <w:t> </w: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/>
      </w:r>
    </w:p>
    <w:p>
      <w:pPr>
        <w:pStyle w:val="BodyText"/>
        <w:spacing w:line="240" w:lineRule="auto" w:before="29"/>
        <w:ind w:left="600" w:right="0"/>
        <w:jc w:val="left"/>
      </w:pPr>
      <w:r>
        <w:rPr/>
        <w:br w:type="column"/>
      </w:r>
      <w:r>
        <w:rPr/>
        <w:t>ALIAS_NAME_LOOKUP_PK</w:t>
      </w:r>
      <w:r>
        <w:rPr>
          <w:spacing w:val="-19"/>
        </w:rPr>
        <w:t> </w:t>
      </w:r>
      <w:r>
        <w:rPr/>
        <w:t>(NAME,</w:t>
      </w:r>
      <w:r>
        <w:rPr>
          <w:spacing w:val="-18"/>
        </w:rPr>
        <w:t> </w:t>
      </w:r>
      <w:r>
        <w:rPr/>
        <w:t>NICK_NA</w:t>
      </w:r>
      <w:r>
        <w:rPr/>
      </w:r>
    </w:p>
    <w:sectPr>
      <w:type w:val="continuous"/>
      <w:pgSz w:w="20600" w:h="17300" w:orient="landscape"/>
      <w:pgMar w:top="60" w:bottom="0" w:left="300" w:right="100"/>
      <w:cols w:num="2" w:equalWidth="0">
        <w:col w:w="4526" w:space="554"/>
        <w:col w:w="151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9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24" w:hanging="2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9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24" w:hanging="2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80"/>
    </w:pPr>
    <w:rPr>
      <w:rFonts w:ascii="Arial Unicode MS" w:hAnsi="Arial Unicode MS" w:eastAsia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2018-02-07T21:28:48Z</dcterms:created>
  <dcterms:modified xsi:type="dcterms:W3CDTF">2018-02-07T21:28:48Z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LastSaved">
    <vt:filetime>2018-02-08T00:00:00Z</vt:filetime>
  </property>
</Properties>
</file>